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F7" w:rsidRDefault="007515F7" w:rsidP="0007214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7515F7" w:rsidTr="0007214F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7515F7" w:rsidTr="0007214F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rPr>
                <w:sz w:val="20"/>
                <w:szCs w:val="20"/>
              </w:rPr>
            </w:pPr>
          </w:p>
        </w:tc>
      </w:tr>
      <w:tr w:rsidR="007515F7" w:rsidTr="0007214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515F7" w:rsidTr="0007214F">
        <w:trPr>
          <w:trHeight w:val="10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07214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 Наталья Ивановна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  <w:p w:rsidR="007515F7" w:rsidRDefault="007515F7" w:rsidP="0007214F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0721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 обслуживания нежилого здания (совместная собственность)</w:t>
            </w:r>
          </w:p>
          <w:p w:rsidR="007515F7" w:rsidRDefault="007515F7" w:rsidP="0007214F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0721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4174</w:t>
            </w: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Pr="0007214F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Автопогрузчик с ковшом ZLM 30-5</w:t>
            </w: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515F7" w:rsidTr="0007214F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07214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 обслуживания нежилого здания (совместная собственность)</w:t>
            </w: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</w:p>
          <w:p w:rsidR="007515F7" w:rsidRDefault="007515F7" w:rsidP="004972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 на землях сельхозназначения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4174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Pr="00983245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t xml:space="preserve"> </w:t>
            </w:r>
            <w:r w:rsidRPr="00E36854">
              <w:rPr>
                <w:sz w:val="20"/>
                <w:szCs w:val="20"/>
              </w:rPr>
              <w:t>УАЗ</w:t>
            </w:r>
            <w:r w:rsidRPr="00983245">
              <w:rPr>
                <w:sz w:val="20"/>
                <w:szCs w:val="20"/>
                <w:lang w:val="en-US"/>
              </w:rPr>
              <w:t>-390944</w:t>
            </w:r>
          </w:p>
          <w:p w:rsidR="007515F7" w:rsidRPr="00983245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>
              <w:rPr>
                <w:sz w:val="20"/>
                <w:szCs w:val="20"/>
                <w:lang w:val="en-US"/>
              </w:rPr>
              <w:t xml:space="preserve"> LAND CRUISER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7515F7" w:rsidRPr="00983245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УРАЛ</w:t>
            </w:r>
            <w:r w:rsidRPr="00983245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444400</w:t>
            </w:r>
          </w:p>
          <w:p w:rsidR="007515F7" w:rsidRPr="00983245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53613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45289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Pr="00983245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53215</w:t>
            </w:r>
            <w:r>
              <w:rPr>
                <w:sz w:val="20"/>
                <w:szCs w:val="20"/>
                <w:lang w:val="en-US"/>
              </w:rPr>
              <w:t>N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45289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732439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ГКБ 8350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СЗАП 8352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ИЖ-6114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ТДТ-55</w:t>
            </w:r>
          </w:p>
          <w:p w:rsidR="007515F7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515F7" w:rsidRPr="00E36854" w:rsidRDefault="007515F7" w:rsidP="004972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10813,2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7515F7" w:rsidTr="0007214F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07214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 w:rsidP="004972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Pr="00825FAD" w:rsidRDefault="007515F7" w:rsidP="00497239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F7" w:rsidRDefault="007515F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7515F7" w:rsidRDefault="007515F7" w:rsidP="0098324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7515F7" w:rsidRDefault="007515F7" w:rsidP="0098324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7515F7" w:rsidRDefault="007515F7" w:rsidP="0007214F"/>
    <w:p w:rsidR="007515F7" w:rsidRDefault="007515F7"/>
    <w:sectPr w:rsidR="007515F7" w:rsidSect="000721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14F"/>
    <w:rsid w:val="0007214F"/>
    <w:rsid w:val="00397580"/>
    <w:rsid w:val="00497239"/>
    <w:rsid w:val="005316C3"/>
    <w:rsid w:val="007515F7"/>
    <w:rsid w:val="0077699D"/>
    <w:rsid w:val="00825FAD"/>
    <w:rsid w:val="00983245"/>
    <w:rsid w:val="00AB2BDC"/>
    <w:rsid w:val="00CE7AFB"/>
    <w:rsid w:val="00D9365C"/>
    <w:rsid w:val="00E36854"/>
    <w:rsid w:val="00F8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1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7214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7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517</Words>
  <Characters>2949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2016-04-28T11:06:00Z</dcterms:created>
  <dcterms:modified xsi:type="dcterms:W3CDTF">2016-04-28T11:06:00Z</dcterms:modified>
</cp:coreProperties>
</file>